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9083B" w14:textId="66DF1956" w:rsidR="009F392E" w:rsidRDefault="003206CF" w:rsidP="00F0533E">
      <w:pPr>
        <w:rPr>
          <w:noProof/>
        </w:rPr>
      </w:pPr>
      <w:bookmarkStart w:id="0" w:name="_GoBack"/>
      <w:bookmarkEnd w:id="0"/>
      <w:r w:rsidRPr="007C0E12">
        <w:rPr>
          <w:noProof/>
        </w:rPr>
        <w:t xml:space="preserve">Příloha č. </w:t>
      </w:r>
      <w:r w:rsidR="007C0E12" w:rsidRPr="007C0E12">
        <w:rPr>
          <w:noProof/>
        </w:rPr>
        <w:t>5</w:t>
      </w:r>
      <w:r w:rsidR="00B85B4C" w:rsidRPr="007C0E12">
        <w:rPr>
          <w:noProof/>
        </w:rPr>
        <w:t xml:space="preserve"> Smlouvy</w:t>
      </w:r>
      <w:r w:rsidR="007C0E12" w:rsidRPr="007C0E12">
        <w:rPr>
          <w:noProof/>
        </w:rPr>
        <w:t xml:space="preserve"> o dílo</w:t>
      </w:r>
    </w:p>
    <w:p w14:paraId="691DBE6F" w14:textId="77777777" w:rsidR="00B85B4C" w:rsidRPr="00CE60FA" w:rsidRDefault="00B85B4C" w:rsidP="001F0746">
      <w:pPr>
        <w:pStyle w:val="Nadpis1"/>
        <w:rPr>
          <w:noProof/>
          <w:color w:val="FF5200"/>
          <w:sz w:val="28"/>
          <w:szCs w:val="28"/>
        </w:rPr>
      </w:pPr>
      <w:r w:rsidRPr="00CE60FA">
        <w:rPr>
          <w:noProof/>
          <w:color w:val="FF5200"/>
          <w:sz w:val="28"/>
          <w:szCs w:val="28"/>
        </w:rPr>
        <w:t>Realizační tým</w:t>
      </w:r>
    </w:p>
    <w:tbl>
      <w:tblPr>
        <w:tblStyle w:val="Mkatabulky1"/>
        <w:tblW w:w="8642" w:type="dxa"/>
        <w:tblLayout w:type="fixed"/>
        <w:tblLook w:val="04A0" w:firstRow="1" w:lastRow="0" w:firstColumn="1" w:lastColumn="0" w:noHBand="0" w:noVBand="1"/>
      </w:tblPr>
      <w:tblGrid>
        <w:gridCol w:w="3823"/>
        <w:gridCol w:w="4819"/>
      </w:tblGrid>
      <w:tr w:rsidR="007C0E12" w:rsidRPr="00FD23CD" w14:paraId="0D8AE1DF" w14:textId="77777777" w:rsidTr="00F07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1FA3F5" w14:textId="77777777" w:rsidR="007C0E12" w:rsidRPr="001F0746" w:rsidRDefault="007C0E12" w:rsidP="00113508">
            <w:pPr>
              <w:spacing w:after="24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Pozice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E1BC9B" w14:textId="77777777" w:rsidR="007C0E12" w:rsidRPr="001F0746" w:rsidRDefault="007C0E12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Kontaktní údaje</w:t>
            </w:r>
          </w:p>
        </w:tc>
      </w:tr>
      <w:tr w:rsidR="007C0E12" w:rsidRPr="00FD23CD" w14:paraId="0369B877" w14:textId="77777777" w:rsidTr="00F07BB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E468" w14:textId="38AD90B1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9F284C">
              <w:rPr>
                <w:rFonts w:asciiTheme="majorHAnsi" w:hAnsiTheme="majorHAnsi"/>
                <w:lang w:eastAsia="cs-CZ"/>
              </w:rPr>
              <w:t>Stavbyvedoucí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2CB1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3096401" w14:textId="77777777" w:rsidR="007C0E12" w:rsidRPr="000E5CAE" w:rsidRDefault="007C0E12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A4E752B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2EF1E7A9" w14:textId="77777777" w:rsidR="007C0E12" w:rsidRPr="000E5CAE" w:rsidRDefault="007C0E12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1510DBF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D891992" w14:textId="645E3AF0" w:rsidR="007C0E12" w:rsidRPr="000E5CAE" w:rsidRDefault="007C0E12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7C0E12" w:rsidRPr="00FD23CD" w14:paraId="08F1BFA7" w14:textId="77777777" w:rsidTr="00F07BBA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53E6" w14:textId="40875F26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9F284C">
              <w:rPr>
                <w:rFonts w:asciiTheme="majorHAnsi" w:hAnsiTheme="majorHAnsi"/>
                <w:lang w:eastAsia="cs-CZ"/>
              </w:rPr>
              <w:t>Specialista (vedoucí prací) na sdělovací zařízení - 1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EB20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01A1433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385BFD2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0D1CA639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F217E66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1A1ADE4E" w14:textId="62FAD08A" w:rsidR="007C0E12" w:rsidRPr="000E5CAE" w:rsidRDefault="007C0E12" w:rsidP="007C0E12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7C0E12" w:rsidRPr="00FD23CD" w14:paraId="16649525" w14:textId="77777777" w:rsidTr="00F07BB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1700" w14:textId="6B98F36E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9F284C">
              <w:rPr>
                <w:rFonts w:asciiTheme="majorHAnsi" w:hAnsiTheme="majorHAnsi"/>
                <w:lang w:eastAsia="cs-CZ"/>
              </w:rPr>
              <w:t>Specialista (vedoucí prací) na sdělovací zařízení - 2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79B6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BA628BC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075AA89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0D1C1560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96CC1EB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14196432" w14:textId="2C581722" w:rsidR="007C0E12" w:rsidRPr="000E5CAE" w:rsidRDefault="007C0E12" w:rsidP="007C0E12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7C0E12" w:rsidRPr="00FD23CD" w14:paraId="4A9F6C01" w14:textId="77777777" w:rsidTr="00F07BB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3712" w14:textId="497C022A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yellow"/>
                <w:lang w:eastAsia="cs-CZ"/>
              </w:rPr>
            </w:pPr>
            <w:r w:rsidRPr="009F284C">
              <w:rPr>
                <w:rFonts w:asciiTheme="majorHAnsi" w:hAnsiTheme="majorHAnsi"/>
                <w:lang w:eastAsia="cs-CZ"/>
              </w:rPr>
              <w:lastRenderedPageBreak/>
              <w:t>Úředně oprávněný zeměměřický inženýr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E502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4777492E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63F402E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038DEFB8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732127F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72EB5EC4" w14:textId="56FC9C3A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7C0E12" w:rsidRPr="00FD23CD" w14:paraId="3530F871" w14:textId="77777777" w:rsidTr="00F07BB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9BC3" w14:textId="1A709B22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yellow"/>
                <w:lang w:eastAsia="cs-CZ"/>
              </w:rPr>
            </w:pPr>
            <w:r w:rsidRPr="009F284C">
              <w:rPr>
                <w:rFonts w:asciiTheme="majorHAnsi" w:hAnsiTheme="majorHAnsi"/>
                <w:lang w:eastAsia="cs-CZ"/>
              </w:rPr>
              <w:t>Technik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6828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A1B95BB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F4C008C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51BDDDFD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BFA18BC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4C7B6726" w14:textId="4493DEBB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7C0E12" w:rsidRPr="00FD23CD" w14:paraId="12F4309B" w14:textId="77777777" w:rsidTr="00F07BB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7710" w14:textId="3AE2E106" w:rsidR="007C0E12" w:rsidRPr="000E5CAE" w:rsidRDefault="009F284C" w:rsidP="00113508">
            <w:pPr>
              <w:spacing w:after="240"/>
              <w:rPr>
                <w:rFonts w:asciiTheme="majorHAnsi" w:hAnsiTheme="majorHAnsi"/>
                <w:highlight w:val="yellow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Technik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FB54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735C411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AFB870" w14:textId="77777777" w:rsidR="007C0E12" w:rsidRPr="000E5CAE" w:rsidRDefault="007C0E12" w:rsidP="007C0E12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3443689F" w14:textId="77777777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9115DA0" w14:textId="77777777" w:rsidR="007C0E12" w:rsidRPr="000E5CAE" w:rsidRDefault="007C0E12" w:rsidP="007C0E12">
            <w:pPr>
              <w:spacing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7D2898F" w14:textId="4A419000" w:rsidR="007C0E12" w:rsidRPr="000E5CAE" w:rsidRDefault="007C0E12" w:rsidP="007C0E1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</w:tbl>
    <w:p w14:paraId="2BBA72A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DD4F8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C7DB91" w16cex:dateUtc="2024-05-08T0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3917F68" w16cid:durableId="023DA402"/>
  <w16cid:commentId w16cid:paraId="040FE315" w16cid:durableId="33C7D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2F650" w14:textId="77777777" w:rsidR="00845BB8" w:rsidRDefault="00845BB8" w:rsidP="00962258">
      <w:pPr>
        <w:spacing w:after="0" w:line="240" w:lineRule="auto"/>
      </w:pPr>
      <w:r>
        <w:separator/>
      </w:r>
    </w:p>
  </w:endnote>
  <w:endnote w:type="continuationSeparator" w:id="0">
    <w:p w14:paraId="071CBB7D" w14:textId="77777777" w:rsidR="00845BB8" w:rsidRDefault="00845B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4B1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791299" w14:textId="40681D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7B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7B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CB21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DB402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39245D" w14:textId="77777777" w:rsidR="00F1715C" w:rsidRDefault="00F1715C" w:rsidP="00D831A3">
          <w:pPr>
            <w:pStyle w:val="Zpat"/>
          </w:pPr>
        </w:p>
      </w:tc>
    </w:tr>
  </w:tbl>
  <w:p w14:paraId="798A00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EDA123" wp14:editId="274B7D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1A29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14C408" wp14:editId="35B134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2285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685F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B554F" w14:textId="3506A54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7B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7B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44693B" w14:textId="77777777" w:rsidR="00F1715C" w:rsidRDefault="00F1715C" w:rsidP="001F0746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85B262" w14:textId="77777777" w:rsidR="00F1715C" w:rsidRDefault="00F1715C" w:rsidP="001F0746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192B0C" w14:textId="77777777" w:rsidR="00F1715C" w:rsidRDefault="00F1715C" w:rsidP="001F0746">
          <w:pPr>
            <w:pStyle w:val="Zpat"/>
            <w:jc w:val="left"/>
          </w:pPr>
          <w:r>
            <w:t>Sídlo: Dlážděná 1003/7, 110 00 Praha 1</w:t>
          </w:r>
        </w:p>
        <w:p w14:paraId="0F955636" w14:textId="77777777" w:rsidR="00F1715C" w:rsidRDefault="00F1715C" w:rsidP="001F0746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1909FD" w14:textId="77777777" w:rsidR="00F1715C" w:rsidRDefault="00002242" w:rsidP="001F0746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EA12DD7" w14:textId="77777777" w:rsidR="00F1715C" w:rsidRDefault="00F1715C" w:rsidP="00460660">
          <w:pPr>
            <w:pStyle w:val="Zpat"/>
          </w:pPr>
        </w:p>
      </w:tc>
    </w:tr>
  </w:tbl>
  <w:p w14:paraId="5726AB3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BA746B0" wp14:editId="7B4F91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883D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8315E5" wp14:editId="5DEBB2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4F31D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844FA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B8499" w14:textId="77777777" w:rsidR="00845BB8" w:rsidRDefault="00845BB8" w:rsidP="00962258">
      <w:pPr>
        <w:spacing w:after="0" w:line="240" w:lineRule="auto"/>
      </w:pPr>
      <w:r>
        <w:separator/>
      </w:r>
    </w:p>
  </w:footnote>
  <w:footnote w:type="continuationSeparator" w:id="0">
    <w:p w14:paraId="7FEF3A90" w14:textId="77777777" w:rsidR="00845BB8" w:rsidRDefault="00845B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FC1C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B1D0E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A7A5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74B979" w14:textId="77777777" w:rsidR="00F1715C" w:rsidRPr="00D6163D" w:rsidRDefault="00F1715C" w:rsidP="00D6163D">
          <w:pPr>
            <w:pStyle w:val="Druhdokumentu"/>
          </w:pPr>
        </w:p>
      </w:tc>
    </w:tr>
  </w:tbl>
  <w:p w14:paraId="4DD257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091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A6084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9919F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6B23C" w14:textId="77777777" w:rsidR="00F1715C" w:rsidRPr="00D6163D" w:rsidRDefault="00F1715C" w:rsidP="00FC6389">
          <w:pPr>
            <w:pStyle w:val="Druhdokumentu"/>
          </w:pPr>
        </w:p>
      </w:tc>
    </w:tr>
    <w:tr w:rsidR="009F392E" w14:paraId="7B8D48EA" w14:textId="77777777" w:rsidTr="007C0E12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3C99DFD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C6F2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B017C9" w14:textId="77777777" w:rsidR="009F392E" w:rsidRPr="00D6163D" w:rsidRDefault="009F392E" w:rsidP="00FC6389">
          <w:pPr>
            <w:pStyle w:val="Druhdokumentu"/>
          </w:pPr>
        </w:p>
      </w:tc>
    </w:tr>
  </w:tbl>
  <w:p w14:paraId="763343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A3EE5E1" wp14:editId="0A05CD7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06C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02242"/>
    <w:rsid w:val="00072C1E"/>
    <w:rsid w:val="000E23A7"/>
    <w:rsid w:val="000E5C7B"/>
    <w:rsid w:val="0010693F"/>
    <w:rsid w:val="00114472"/>
    <w:rsid w:val="001550BC"/>
    <w:rsid w:val="001605B9"/>
    <w:rsid w:val="00170EC5"/>
    <w:rsid w:val="001747C1"/>
    <w:rsid w:val="00184743"/>
    <w:rsid w:val="001F0746"/>
    <w:rsid w:val="00207DF5"/>
    <w:rsid w:val="00280E07"/>
    <w:rsid w:val="002C31BF"/>
    <w:rsid w:val="002D08B1"/>
    <w:rsid w:val="002E0CD7"/>
    <w:rsid w:val="003206CF"/>
    <w:rsid w:val="00341DCF"/>
    <w:rsid w:val="00357BC6"/>
    <w:rsid w:val="003956C6"/>
    <w:rsid w:val="003C0477"/>
    <w:rsid w:val="00441430"/>
    <w:rsid w:val="00450F07"/>
    <w:rsid w:val="00453CD3"/>
    <w:rsid w:val="00460660"/>
    <w:rsid w:val="00486107"/>
    <w:rsid w:val="00491827"/>
    <w:rsid w:val="004A005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855"/>
    <w:rsid w:val="005D0469"/>
    <w:rsid w:val="005F1404"/>
    <w:rsid w:val="0061068E"/>
    <w:rsid w:val="00651E8F"/>
    <w:rsid w:val="00660AD3"/>
    <w:rsid w:val="00677B7F"/>
    <w:rsid w:val="006A5570"/>
    <w:rsid w:val="006A689C"/>
    <w:rsid w:val="006B3D79"/>
    <w:rsid w:val="006D7AFE"/>
    <w:rsid w:val="006E0578"/>
    <w:rsid w:val="006E314D"/>
    <w:rsid w:val="00706005"/>
    <w:rsid w:val="00710723"/>
    <w:rsid w:val="00723ED1"/>
    <w:rsid w:val="00743525"/>
    <w:rsid w:val="00756894"/>
    <w:rsid w:val="0076286B"/>
    <w:rsid w:val="00766846"/>
    <w:rsid w:val="0077673A"/>
    <w:rsid w:val="007846E1"/>
    <w:rsid w:val="007B570C"/>
    <w:rsid w:val="007C0E12"/>
    <w:rsid w:val="007C589B"/>
    <w:rsid w:val="007E4A6E"/>
    <w:rsid w:val="007F56A7"/>
    <w:rsid w:val="00807DD0"/>
    <w:rsid w:val="00845BB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84C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0BCC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CE60FA"/>
    <w:rsid w:val="00D21061"/>
    <w:rsid w:val="00D4108E"/>
    <w:rsid w:val="00D6163D"/>
    <w:rsid w:val="00D6247A"/>
    <w:rsid w:val="00D73D46"/>
    <w:rsid w:val="00D831A3"/>
    <w:rsid w:val="00DC75F3"/>
    <w:rsid w:val="00DD46F3"/>
    <w:rsid w:val="00DD4F8D"/>
    <w:rsid w:val="00DE56F2"/>
    <w:rsid w:val="00DF116D"/>
    <w:rsid w:val="00E36C4A"/>
    <w:rsid w:val="00EB104F"/>
    <w:rsid w:val="00ED14BD"/>
    <w:rsid w:val="00F0533E"/>
    <w:rsid w:val="00F07BBA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6688FD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047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C0477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C0477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3C0477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3C047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F28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28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28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28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28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B65450-0BA4-4E54-A912-F04641572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55F975-1D87-4B4D-AD46-B56E7132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121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2024-05-13T06:36:00Z</dcterms:created>
  <dcterms:modified xsi:type="dcterms:W3CDTF">2024-05-13T06:55:00Z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